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1724"/>
        <w:gridCol w:w="3038"/>
        <w:gridCol w:w="1286"/>
        <w:gridCol w:w="1829"/>
      </w:tblGrid>
      <w:tr w:rsidR="00C1399A" w:rsidRPr="0086750F" w:rsidTr="00A80E6E">
        <w:trPr>
          <w:trHeight w:val="533"/>
        </w:trPr>
        <w:tc>
          <w:tcPr>
            <w:tcW w:w="8494" w:type="dxa"/>
            <w:gridSpan w:val="5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C1399A" w:rsidRPr="004F6334" w:rsidRDefault="000628D3" w:rsidP="00A80E6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</w:t>
            </w:r>
            <w:r w:rsidR="008350B7">
              <w:rPr>
                <w:b/>
              </w:rPr>
              <w:t xml:space="preserve">scuela </w:t>
            </w:r>
            <w:r>
              <w:rPr>
                <w:b/>
              </w:rPr>
              <w:t>T</w:t>
            </w:r>
            <w:r w:rsidR="008350B7">
              <w:rPr>
                <w:b/>
              </w:rPr>
              <w:t xml:space="preserve">aller </w:t>
            </w:r>
            <w:r>
              <w:rPr>
                <w:b/>
              </w:rPr>
              <w:t>/</w:t>
            </w:r>
            <w:r w:rsidR="008350B7">
              <w:rPr>
                <w:b/>
              </w:rPr>
              <w:t xml:space="preserve"> Taller F. y Empleo</w:t>
            </w:r>
            <w:r w:rsidR="004F6334">
              <w:rPr>
                <w:b/>
              </w:rPr>
              <w:t>:</w:t>
            </w:r>
          </w:p>
        </w:tc>
      </w:tr>
      <w:tr w:rsidR="00C1399A" w:rsidRPr="0086750F" w:rsidTr="00A80E6E">
        <w:tc>
          <w:tcPr>
            <w:tcW w:w="8494" w:type="dxa"/>
            <w:gridSpan w:val="5"/>
            <w:tcBorders>
              <w:left w:val="nil"/>
              <w:right w:val="nil"/>
            </w:tcBorders>
          </w:tcPr>
          <w:p w:rsidR="00C1399A" w:rsidRPr="0086750F" w:rsidRDefault="00C1399A" w:rsidP="0086750F">
            <w:pPr>
              <w:spacing w:after="0" w:line="240" w:lineRule="auto"/>
            </w:pPr>
          </w:p>
        </w:tc>
      </w:tr>
      <w:tr w:rsidR="00C1399A" w:rsidRPr="0086750F" w:rsidTr="00A80E6E">
        <w:tc>
          <w:tcPr>
            <w:tcW w:w="8494" w:type="dxa"/>
            <w:gridSpan w:val="5"/>
            <w:tcBorders>
              <w:bottom w:val="single" w:sz="4" w:space="0" w:color="auto"/>
            </w:tcBorders>
          </w:tcPr>
          <w:p w:rsidR="00C1399A" w:rsidRDefault="00C1399A" w:rsidP="004F6334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 xml:space="preserve">ENTIDAD: </w:t>
            </w:r>
            <w:r w:rsidR="000628D3">
              <w:rPr>
                <w:b/>
              </w:rPr>
              <w:t>__________________________</w:t>
            </w:r>
          </w:p>
          <w:p w:rsidR="004F6334" w:rsidRPr="0086750F" w:rsidRDefault="004F6334" w:rsidP="008350B7">
            <w:pPr>
              <w:spacing w:after="0" w:line="240" w:lineRule="auto"/>
            </w:pPr>
            <w:r>
              <w:rPr>
                <w:b/>
              </w:rPr>
              <w:t xml:space="preserve">ACTUACIONES DE ORIENTACIÓN </w:t>
            </w:r>
            <w:r w:rsidR="008350B7">
              <w:rPr>
                <w:b/>
              </w:rPr>
              <w:t>INDIVIDUAL</w:t>
            </w:r>
          </w:p>
        </w:tc>
      </w:tr>
      <w:tr w:rsidR="00C1399A" w:rsidRPr="0086750F" w:rsidTr="00A80E6E">
        <w:tc>
          <w:tcPr>
            <w:tcW w:w="8494" w:type="dxa"/>
            <w:gridSpan w:val="5"/>
            <w:tcBorders>
              <w:left w:val="nil"/>
              <w:right w:val="nil"/>
            </w:tcBorders>
          </w:tcPr>
          <w:p w:rsidR="00C1399A" w:rsidRPr="0086750F" w:rsidRDefault="00C1399A" w:rsidP="0086750F">
            <w:pPr>
              <w:spacing w:after="0" w:line="240" w:lineRule="auto"/>
            </w:pPr>
          </w:p>
        </w:tc>
        <w:bookmarkStart w:id="0" w:name="_GoBack"/>
        <w:bookmarkEnd w:id="0"/>
      </w:tr>
      <w:tr w:rsidR="00C1399A" w:rsidRPr="0086750F" w:rsidTr="00A80E6E">
        <w:trPr>
          <w:trHeight w:val="454"/>
        </w:trPr>
        <w:tc>
          <w:tcPr>
            <w:tcW w:w="8494" w:type="dxa"/>
            <w:gridSpan w:val="5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NOMBRE Y APELLIDOS TÉCNICO/A:</w:t>
            </w:r>
          </w:p>
        </w:tc>
      </w:tr>
      <w:tr w:rsidR="00C1399A" w:rsidRPr="0086750F" w:rsidTr="00A80E6E">
        <w:trPr>
          <w:trHeight w:val="454"/>
        </w:trPr>
        <w:tc>
          <w:tcPr>
            <w:tcW w:w="8494" w:type="dxa"/>
            <w:gridSpan w:val="5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LOCALIDAD:</w:t>
            </w:r>
          </w:p>
        </w:tc>
      </w:tr>
      <w:tr w:rsidR="00C1399A" w:rsidRPr="0086750F" w:rsidTr="00A80E6E">
        <w:trPr>
          <w:trHeight w:val="454"/>
        </w:trPr>
        <w:tc>
          <w:tcPr>
            <w:tcW w:w="8494" w:type="dxa"/>
            <w:gridSpan w:val="5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 xml:space="preserve">NOMBRE Y APELLIDOS </w:t>
            </w:r>
            <w:r w:rsidR="004F6334">
              <w:rPr>
                <w:b/>
              </w:rPr>
              <w:t>PARTICIPANTE</w:t>
            </w:r>
            <w:r w:rsidRPr="0086750F">
              <w:rPr>
                <w:b/>
              </w:rPr>
              <w:t>:</w:t>
            </w:r>
          </w:p>
        </w:tc>
      </w:tr>
      <w:tr w:rsidR="00C1399A" w:rsidRPr="0086750F" w:rsidTr="00D917D2">
        <w:trPr>
          <w:trHeight w:val="454"/>
        </w:trPr>
        <w:tc>
          <w:tcPr>
            <w:tcW w:w="2502" w:type="dxa"/>
            <w:gridSpan w:val="2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NIF/NIE:</w:t>
            </w:r>
          </w:p>
        </w:tc>
        <w:tc>
          <w:tcPr>
            <w:tcW w:w="5992" w:type="dxa"/>
            <w:gridSpan w:val="3"/>
            <w:vAlign w:val="center"/>
          </w:tcPr>
          <w:p w:rsidR="00C1399A" w:rsidRPr="0086750F" w:rsidRDefault="00C1399A" w:rsidP="00A80E6E">
            <w:pPr>
              <w:spacing w:after="0" w:line="240" w:lineRule="auto"/>
              <w:rPr>
                <w:b/>
              </w:rPr>
            </w:pPr>
            <w:r w:rsidRPr="0086750F">
              <w:rPr>
                <w:b/>
              </w:rPr>
              <w:t>TELÉFONO:</w:t>
            </w: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tcBorders>
              <w:left w:val="nil"/>
            </w:tcBorders>
          </w:tcPr>
          <w:p w:rsidR="00D917D2" w:rsidRPr="0086750F" w:rsidRDefault="00D917D2" w:rsidP="0086750F">
            <w:pPr>
              <w:spacing w:after="0" w:line="240" w:lineRule="auto"/>
            </w:pPr>
          </w:p>
        </w:tc>
        <w:tc>
          <w:tcPr>
            <w:tcW w:w="1859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 w:rsidRPr="0086750F">
              <w:rPr>
                <w:b/>
              </w:rPr>
              <w:t>FECHA</w:t>
            </w:r>
          </w:p>
        </w:tc>
        <w:tc>
          <w:tcPr>
            <w:tcW w:w="3305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 w:rsidRPr="0086750F">
              <w:rPr>
                <w:b/>
              </w:rPr>
              <w:t>ACTIVIDAD</w:t>
            </w:r>
          </w:p>
        </w:tc>
        <w:tc>
          <w:tcPr>
            <w:tcW w:w="709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HORAS </w:t>
            </w:r>
            <w:r>
              <w:rPr>
                <w:b/>
              </w:rPr>
              <w:br/>
              <w:t>ASISTENCIA</w:t>
            </w:r>
          </w:p>
        </w:tc>
        <w:tc>
          <w:tcPr>
            <w:tcW w:w="1978" w:type="dxa"/>
            <w:shd w:val="clear" w:color="auto" w:fill="BFBFBF"/>
            <w:vAlign w:val="center"/>
          </w:tcPr>
          <w:p w:rsidR="00D917D2" w:rsidRPr="0086750F" w:rsidRDefault="00D917D2" w:rsidP="00D917D2">
            <w:pPr>
              <w:spacing w:after="0" w:line="240" w:lineRule="auto"/>
              <w:jc w:val="center"/>
              <w:rPr>
                <w:b/>
              </w:rPr>
            </w:pPr>
            <w:r w:rsidRPr="0086750F">
              <w:rPr>
                <w:b/>
              </w:rPr>
              <w:t>FIRMA</w:t>
            </w: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 w:rsidRPr="0086750F">
              <w:t>1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A80E6E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4F6334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B919F7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B919F7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B919F7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  <w:tr w:rsidR="00D917D2" w:rsidRPr="0086750F" w:rsidTr="00D917D2">
        <w:trPr>
          <w:trHeight w:val="454"/>
        </w:trPr>
        <w:tc>
          <w:tcPr>
            <w:tcW w:w="643" w:type="dxa"/>
            <w:shd w:val="clear" w:color="auto" w:fill="BFBFBF"/>
            <w:vAlign w:val="center"/>
          </w:tcPr>
          <w:p w:rsidR="00D917D2" w:rsidRPr="0086750F" w:rsidRDefault="00D917D2" w:rsidP="00B919F7">
            <w:pPr>
              <w:spacing w:after="0" w:line="240" w:lineRule="auto"/>
              <w:jc w:val="center"/>
            </w:pPr>
            <w:r>
              <w:t>14</w:t>
            </w:r>
          </w:p>
        </w:tc>
        <w:tc>
          <w:tcPr>
            <w:tcW w:w="185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3305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709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  <w:tc>
          <w:tcPr>
            <w:tcW w:w="1978" w:type="dxa"/>
            <w:vAlign w:val="center"/>
          </w:tcPr>
          <w:p w:rsidR="00D917D2" w:rsidRPr="0086750F" w:rsidRDefault="00D917D2" w:rsidP="00B919F7">
            <w:pPr>
              <w:spacing w:after="0" w:line="240" w:lineRule="auto"/>
            </w:pPr>
          </w:p>
        </w:tc>
      </w:tr>
    </w:tbl>
    <w:p w:rsidR="00A80E6E" w:rsidRDefault="00A80E6E" w:rsidP="00A80E6E"/>
    <w:p w:rsidR="00A80E6E" w:rsidRDefault="00A80E6E" w:rsidP="00A80E6E"/>
    <w:p w:rsidR="00A80E6E" w:rsidRDefault="00A80E6E" w:rsidP="00A80E6E"/>
    <w:p w:rsidR="00A80E6E" w:rsidRDefault="00A80E6E" w:rsidP="00A80E6E"/>
    <w:p w:rsidR="00C1399A" w:rsidRDefault="00C1399A" w:rsidP="00C855A0"/>
    <w:sectPr w:rsidR="00C1399A" w:rsidSect="00B978E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20D" w:rsidRDefault="0067520D" w:rsidP="00191449">
      <w:pPr>
        <w:spacing w:after="0" w:line="240" w:lineRule="auto"/>
      </w:pPr>
      <w:r>
        <w:separator/>
      </w:r>
    </w:p>
  </w:endnote>
  <w:endnote w:type="continuationSeparator" w:id="0">
    <w:p w:rsidR="0067520D" w:rsidRDefault="0067520D" w:rsidP="00191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20D" w:rsidRDefault="0067520D" w:rsidP="00191449">
      <w:pPr>
        <w:spacing w:after="0" w:line="240" w:lineRule="auto"/>
      </w:pPr>
      <w:r>
        <w:separator/>
      </w:r>
    </w:p>
  </w:footnote>
  <w:footnote w:type="continuationSeparator" w:id="0">
    <w:p w:rsidR="0067520D" w:rsidRDefault="0067520D" w:rsidP="00191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55A0" w:rsidRDefault="0086640B">
    <w:pPr>
      <w:pStyle w:val="Encabezado"/>
      <w:rPr>
        <w:noProof/>
        <w:lang w:eastAsia="es-ES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02B6320" wp14:editId="6B867413">
          <wp:simplePos x="0" y="0"/>
          <wp:positionH relativeFrom="column">
            <wp:posOffset>97155</wp:posOffset>
          </wp:positionH>
          <wp:positionV relativeFrom="paragraph">
            <wp:posOffset>-1905</wp:posOffset>
          </wp:positionV>
          <wp:extent cx="1285875" cy="323850"/>
          <wp:effectExtent l="0" t="0" r="0" b="0"/>
          <wp:wrapNone/>
          <wp:docPr id="1" name="2 Imagen" descr="SNELogoCasE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Imagen" descr="SNELogoCasEu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7216" behindDoc="0" locked="0" layoutInCell="1" allowOverlap="1" wp14:anchorId="0DBA12E6" wp14:editId="3673B674">
          <wp:simplePos x="0" y="0"/>
          <wp:positionH relativeFrom="column">
            <wp:posOffset>3986530</wp:posOffset>
          </wp:positionH>
          <wp:positionV relativeFrom="paragraph">
            <wp:posOffset>-30480</wp:posOffset>
          </wp:positionV>
          <wp:extent cx="1311910" cy="342900"/>
          <wp:effectExtent l="0" t="0" r="0" b="0"/>
          <wp:wrapSquare wrapText="right"/>
          <wp:docPr id="2" name="Imagen 1" descr="http://intraprod.inem.es/intranet/relaciones/images/logos/MINISTERIO_SPE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intraprod.inem.es/intranet/relaciones/images/logos/MINISTERIO_SPE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855A0">
      <w:rPr>
        <w:noProof/>
        <w:lang w:eastAsia="es-ES"/>
      </w:rPr>
      <w:t xml:space="preserve">                                 </w:t>
    </w:r>
  </w:p>
  <w:p w:rsidR="00C855A0" w:rsidRDefault="00C855A0">
    <w:pPr>
      <w:pStyle w:val="Encabezado"/>
      <w:rPr>
        <w:noProof/>
        <w:lang w:eastAsia="es-ES"/>
      </w:rPr>
    </w:pPr>
  </w:p>
  <w:p w:rsidR="00C855A0" w:rsidRDefault="00C855A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120FB"/>
    <w:multiLevelType w:val="hybridMultilevel"/>
    <w:tmpl w:val="68840866"/>
    <w:lvl w:ilvl="0" w:tplc="1E96A3A4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5A0"/>
    <w:rsid w:val="000628D3"/>
    <w:rsid w:val="00063A97"/>
    <w:rsid w:val="00191449"/>
    <w:rsid w:val="001F2174"/>
    <w:rsid w:val="002C3885"/>
    <w:rsid w:val="003E1C97"/>
    <w:rsid w:val="00465CC9"/>
    <w:rsid w:val="004C4E83"/>
    <w:rsid w:val="004F6334"/>
    <w:rsid w:val="00502ADF"/>
    <w:rsid w:val="00601404"/>
    <w:rsid w:val="0067520D"/>
    <w:rsid w:val="00677677"/>
    <w:rsid w:val="008350B7"/>
    <w:rsid w:val="008365C3"/>
    <w:rsid w:val="0086640B"/>
    <w:rsid w:val="0086750F"/>
    <w:rsid w:val="009D647C"/>
    <w:rsid w:val="00A80E6E"/>
    <w:rsid w:val="00AF20A2"/>
    <w:rsid w:val="00B77D0C"/>
    <w:rsid w:val="00B978E3"/>
    <w:rsid w:val="00C1399A"/>
    <w:rsid w:val="00C855A0"/>
    <w:rsid w:val="00D2760A"/>
    <w:rsid w:val="00D917D2"/>
    <w:rsid w:val="00F76F4A"/>
    <w:rsid w:val="00FC5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E7A4AE"/>
  <w15:docId w15:val="{96EC4F31-7987-4C1F-8634-89902166F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8E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13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91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1449"/>
  </w:style>
  <w:style w:type="paragraph" w:styleId="Piedepgina">
    <w:name w:val="footer"/>
    <w:basedOn w:val="Normal"/>
    <w:link w:val="PiedepginaCar"/>
    <w:uiPriority w:val="99"/>
    <w:unhideWhenUsed/>
    <w:rsid w:val="001914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1449"/>
  </w:style>
  <w:style w:type="paragraph" w:styleId="Textodeglobo">
    <w:name w:val="Balloon Text"/>
    <w:basedOn w:val="Normal"/>
    <w:link w:val="TextodegloboCar"/>
    <w:uiPriority w:val="99"/>
    <w:semiHidden/>
    <w:unhideWhenUsed/>
    <w:rsid w:val="00191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IRIAM%202017\000%20PROGRAMAS\02%20PIFE\03%20PIFE%20NAVARRA\08%20HERRAMIENTAS%20SOPORTE%20EJECUCI&#211;N\01%20JUSTIFICACION\01%20PLANTILLAS\02%20Orientacio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02 Orientacion.dot</Template>
  <TotalTime>8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 MARTON</dc:creator>
  <cp:lastModifiedBy>x068933</cp:lastModifiedBy>
  <cp:revision>6</cp:revision>
  <cp:lastPrinted>2016-02-18T09:56:00Z</cp:lastPrinted>
  <dcterms:created xsi:type="dcterms:W3CDTF">2024-01-23T08:18:00Z</dcterms:created>
  <dcterms:modified xsi:type="dcterms:W3CDTF">2024-01-25T08:40:00Z</dcterms:modified>
</cp:coreProperties>
</file>